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BAE" w:rsidRPr="007E74EC" w:rsidRDefault="003B6BAE" w:rsidP="00ED3D2A">
      <w:pPr>
        <w:ind w:firstLine="720"/>
        <w:rPr>
          <w:rFonts w:ascii="Times New Roman" w:hAnsi="Times New Roman"/>
          <w:sz w:val="24"/>
          <w:szCs w:val="24"/>
        </w:rPr>
      </w:pPr>
      <w:r>
        <w:rPr>
          <w:rFonts w:ascii="Times New Roman" w:hAnsi="Times New Roman"/>
          <w:sz w:val="24"/>
          <w:szCs w:val="24"/>
        </w:rPr>
        <w:t xml:space="preserve">L’été dernier, Kiley et Bella sont allées au </w:t>
      </w:r>
      <w:smartTag w:uri="urn:schemas-microsoft-com:office:smarttags" w:element="place">
        <w:r>
          <w:rPr>
            <w:rFonts w:ascii="Times New Roman" w:hAnsi="Times New Roman"/>
            <w:sz w:val="24"/>
            <w:szCs w:val="24"/>
          </w:rPr>
          <w:t>Cape Cod</w:t>
        </w:r>
      </w:smartTag>
      <w:r>
        <w:rPr>
          <w:rFonts w:ascii="Times New Roman" w:hAnsi="Times New Roman"/>
          <w:sz w:val="24"/>
          <w:szCs w:val="24"/>
        </w:rPr>
        <w:t xml:space="preserve"> avec moi. Je me suis souvenue une nuit en particulier. Bella, Kiley et moi prenaient le dîner quand j’ai eu une idée spectaculaire. Je suis voulu prendre une photo sur la plage avec le coucher de soleil en arrière-plan. Nous nous sommes dépêchées à la plage. Nous portions les mêmes vêtements pour la photo. Quand nous sommes arrivées à la plage, nous nous sommes trompées parce que nous nous sommes aperçues que le soleil n’a pas descendu par-dessus l’eau. Nous avons pris les photos sur une clôture. Tout à coup, la clôture a cassé. Nous avons couru et nous nous sommes cachées. Nous nous y sommes reposées pour longtemps mais ensuite, nous nous sommes ennuyées. Nous avons retourné à la plage et nous nous sommes demandées si quelqu’un a vu la clôture cassée. Enfin, nous avons essayé fixer la clôture. Nous nous sommes servies un marteau et nous avons réparé la clôture. Après cette nuit, nous nous sommes comprises que nous n’avons jamais fait cela encore. </w:t>
      </w:r>
    </w:p>
    <w:sectPr w:rsidR="003B6BAE" w:rsidRPr="007E74EC" w:rsidSect="00ED3D2A">
      <w:pgSz w:w="12240" w:h="15840"/>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6212"/>
    <w:rsid w:val="00136212"/>
    <w:rsid w:val="00251846"/>
    <w:rsid w:val="003B6BAE"/>
    <w:rsid w:val="00623993"/>
    <w:rsid w:val="006E7E8F"/>
    <w:rsid w:val="007E74EC"/>
    <w:rsid w:val="009E14E7"/>
    <w:rsid w:val="00DB791C"/>
    <w:rsid w:val="00E35530"/>
    <w:rsid w:val="00ED3D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84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1</Pages>
  <Words>151</Words>
  <Characters>866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dc:creator>
  <cp:keywords/>
  <dc:description/>
  <cp:lastModifiedBy>Ari</cp:lastModifiedBy>
  <cp:revision>5</cp:revision>
  <dcterms:created xsi:type="dcterms:W3CDTF">2012-10-06T20:06:00Z</dcterms:created>
  <dcterms:modified xsi:type="dcterms:W3CDTF">2012-10-09T01:01:00Z</dcterms:modified>
</cp:coreProperties>
</file>